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DA505" w14:textId="7A53A2BC" w:rsidR="000C496E" w:rsidRDefault="000D2D6E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597067F" wp14:editId="1F486CF0">
                <wp:simplePos x="0" y="0"/>
                <wp:positionH relativeFrom="column">
                  <wp:posOffset>676910</wp:posOffset>
                </wp:positionH>
                <wp:positionV relativeFrom="paragraph">
                  <wp:posOffset>305435</wp:posOffset>
                </wp:positionV>
                <wp:extent cx="4086224" cy="2383204"/>
                <wp:effectExtent l="0" t="0" r="0" b="0"/>
                <wp:wrapNone/>
                <wp:docPr id="470054204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859841234" name="Arrow: Pentagon 859841234"/>
                        <wps:cNvSpPr/>
                        <wps:spPr>
                          <a:xfrm>
                            <a:off x="199969" y="742920"/>
                            <a:ext cx="3552217" cy="923955"/>
                          </a:xfrm>
                          <a:prstGeom prst="homePlate">
                            <a:avLst>
                              <a:gd name="adj" fmla="val 147193"/>
                            </a:avLst>
                          </a:prstGeom>
                          <a:gradFill>
                            <a:gsLst>
                              <a:gs pos="0">
                                <a:srgbClr val="FF0000"/>
                              </a:gs>
                              <a:gs pos="20000">
                                <a:srgbClr val="FFC000"/>
                              </a:gs>
                              <a:gs pos="40000">
                                <a:srgbClr val="FFFF00"/>
                              </a:gs>
                              <a:gs pos="100000">
                                <a:srgbClr val="00B050"/>
                              </a:gs>
                            </a:gsLst>
                            <a:lin ang="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1AAE67" id="Canvas 1" o:spid="_x0000_s1026" editas="canvas" style="position:absolute;margin-left:53.3pt;margin-top:24.05pt;width:321.75pt;height:187.65pt;z-index:251659264;mso-width-relative:margin;mso-height-relative:margin" coordsize="40855,23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855;height:23831;visibility:visible;mso-wrap-style:square" filled="t">
                  <v:fill o:detectmouseclick="t"/>
                  <v:path o:connecttype="none"/>
                </v:shape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859841234" o:spid="_x0000_s1028" type="#_x0000_t15" style="position:absolute;left:1999;top:7429;width:35522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" adj="13330" fillcolor="red" stroked="f" strokeweight="2pt">
                  <v:fill color2="#00b050" angle="90" colors="0 red;13107f #ffc000;26214f yellow;1 #00b050" focus="100%" type="gradient">
                    <o:fill v:ext="view" type="gradientUnscaled"/>
                  </v:fill>
                </v:shape>
              </v:group>
            </w:pict>
          </mc:Fallback>
        </mc:AlternateContent>
      </w:r>
    </w:p>
    <w:sectPr w:rsidR="000C496E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6E"/>
    <w:rsid w:val="000C1ECD"/>
    <w:rsid w:val="000C496E"/>
    <w:rsid w:val="000D2D6E"/>
    <w:rsid w:val="002B63F0"/>
    <w:rsid w:val="00321565"/>
    <w:rsid w:val="00326855"/>
    <w:rsid w:val="004E38BB"/>
    <w:rsid w:val="005702D9"/>
    <w:rsid w:val="0062363A"/>
    <w:rsid w:val="007257C4"/>
    <w:rsid w:val="0087728C"/>
    <w:rsid w:val="00912661"/>
    <w:rsid w:val="00930F19"/>
    <w:rsid w:val="00936920"/>
    <w:rsid w:val="00A22EC6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E6549"/>
  <w14:discardImageEditingData/>
  <w14:defaultImageDpi w14:val="32767"/>
  <w15:chartTrackingRefBased/>
  <w15:docId w15:val="{57D9737B-3E3F-4806-B288-C0BE0275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2023-11-09T16:09:00Z</dcterms:created>
  <dcterms:modified xsi:type="dcterms:W3CDTF">2023-11-10T09:36:00Z</dcterms:modified>
</cp:coreProperties>
</file>